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78C0B41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626DA2" w:rsidRPr="00626DA2">
        <w:rPr>
          <w:rFonts w:ascii="Verdana" w:hAnsi="Verdana"/>
          <w:b/>
          <w:bCs/>
          <w:i/>
          <w:iCs/>
        </w:rPr>
        <w:t>Zajištění vývozu a likvidace obsahu žump, jímek a septiků objektů ve správě OŘ Hradec Králové - obvod HK –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E97DB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</w:t>
                </w:r>
                <w:r w:rsidR="009F7412" w:rsidRPr="00E97DB8">
                  <w:rPr>
                    <w:rStyle w:val="Zstupntext"/>
                    <w:highlight w:val="yellow"/>
                  </w:rPr>
                  <w:t>, např. „</w:t>
                </w:r>
                <w:r w:rsidR="001A3814" w:rsidRPr="00E97DB8">
                  <w:rPr>
                    <w:rStyle w:val="Zstupntext"/>
                    <w:b/>
                    <w:highlight w:val="yellow"/>
                  </w:rPr>
                  <w:t xml:space="preserve">Čl. 6 odst. 6.1 </w:t>
                </w:r>
                <w:r w:rsidR="009F7412" w:rsidRPr="00E97DB8">
                  <w:rPr>
                    <w:rStyle w:val="Zstupntext"/>
                    <w:b/>
                    <w:highlight w:val="yellow"/>
                  </w:rPr>
                  <w:t xml:space="preserve"> smlouvy</w:t>
                </w:r>
                <w:r w:rsidRPr="00E97DB8">
                  <w:rPr>
                    <w:rStyle w:val="Zstupntext"/>
                    <w:b/>
                    <w:highlight w:val="yellow"/>
                  </w:rPr>
                  <w:t>.</w:t>
                </w:r>
                <w:r w:rsidR="009F7412" w:rsidRPr="00E97DB8">
                  <w:rPr>
                    <w:rStyle w:val="Zstupntext"/>
                    <w:b/>
                    <w:highlight w:val="yellow"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E97DB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E97DB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132C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26DA2"/>
    <w:rsid w:val="00643D36"/>
    <w:rsid w:val="0065336D"/>
    <w:rsid w:val="00660AD3"/>
    <w:rsid w:val="0066668B"/>
    <w:rsid w:val="00677B7F"/>
    <w:rsid w:val="00686438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97DB8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070F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86438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485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14</cp:revision>
  <cp:lastPrinted>2017-11-28T17:18:00Z</cp:lastPrinted>
  <dcterms:created xsi:type="dcterms:W3CDTF">2023-11-16T10:29:00Z</dcterms:created>
  <dcterms:modified xsi:type="dcterms:W3CDTF">2025-03-03T08:36:00Z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